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1E2" w:rsidRPr="00852599" w:rsidRDefault="008351E2" w:rsidP="00852599">
      <w:pPr>
        <w:ind w:left="-1080"/>
        <w:rPr>
          <w:b/>
          <w:sz w:val="32"/>
          <w:szCs w:val="32"/>
        </w:rPr>
      </w:pPr>
      <w:r w:rsidRPr="00541903">
        <w:rPr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3.75pt;height:377.25pt">
            <v:imagedata r:id="rId5" o:title=""/>
          </v:shape>
        </w:pict>
      </w:r>
    </w:p>
    <w:p w:rsidR="008351E2" w:rsidRDefault="008351E2" w:rsidP="00820E87">
      <w:pPr>
        <w:rPr>
          <w:b/>
          <w:sz w:val="32"/>
          <w:szCs w:val="32"/>
        </w:rPr>
      </w:pPr>
    </w:p>
    <w:p w:rsidR="008351E2" w:rsidRDefault="008351E2" w:rsidP="00852599">
      <w:pPr>
        <w:jc w:val="center"/>
        <w:rPr>
          <w:sz w:val="28"/>
          <w:szCs w:val="28"/>
        </w:rPr>
      </w:pPr>
      <w:r>
        <w:rPr>
          <w:sz w:val="28"/>
          <w:szCs w:val="28"/>
        </w:rPr>
        <w:t>ГКОУ «Плоскошская специальная школа – интернат»</w:t>
      </w:r>
    </w:p>
    <w:p w:rsidR="008351E2" w:rsidRDefault="008351E2" w:rsidP="00852599">
      <w:pPr>
        <w:jc w:val="center"/>
        <w:rPr>
          <w:sz w:val="28"/>
          <w:szCs w:val="28"/>
        </w:rPr>
      </w:pPr>
    </w:p>
    <w:p w:rsidR="008351E2" w:rsidRDefault="008351E2" w:rsidP="00852599">
      <w:pPr>
        <w:jc w:val="center"/>
        <w:rPr>
          <w:sz w:val="28"/>
          <w:szCs w:val="28"/>
        </w:rPr>
      </w:pPr>
    </w:p>
    <w:p w:rsidR="008351E2" w:rsidRDefault="008351E2" w:rsidP="00852599">
      <w:pPr>
        <w:jc w:val="center"/>
        <w:rPr>
          <w:sz w:val="28"/>
          <w:szCs w:val="28"/>
        </w:rPr>
      </w:pPr>
    </w:p>
    <w:p w:rsidR="008351E2" w:rsidRDefault="008351E2" w:rsidP="00852599">
      <w:pPr>
        <w:jc w:val="center"/>
        <w:rPr>
          <w:sz w:val="28"/>
          <w:szCs w:val="28"/>
        </w:rPr>
      </w:pPr>
    </w:p>
    <w:p w:rsidR="008351E2" w:rsidRDefault="008351E2" w:rsidP="00852599">
      <w:pPr>
        <w:jc w:val="center"/>
        <w:rPr>
          <w:sz w:val="28"/>
          <w:szCs w:val="28"/>
        </w:rPr>
      </w:pPr>
    </w:p>
    <w:p w:rsidR="008351E2" w:rsidRDefault="008351E2" w:rsidP="00852599">
      <w:pPr>
        <w:jc w:val="center"/>
        <w:rPr>
          <w:sz w:val="28"/>
          <w:szCs w:val="28"/>
        </w:rPr>
      </w:pPr>
    </w:p>
    <w:p w:rsidR="008351E2" w:rsidRPr="00852599" w:rsidRDefault="008351E2" w:rsidP="00852599">
      <w:pPr>
        <w:jc w:val="center"/>
        <w:rPr>
          <w:sz w:val="28"/>
          <w:szCs w:val="28"/>
        </w:rPr>
      </w:pPr>
    </w:p>
    <w:p w:rsidR="008351E2" w:rsidRDefault="008351E2" w:rsidP="00820E87">
      <w:pPr>
        <w:rPr>
          <w:b/>
          <w:sz w:val="32"/>
          <w:szCs w:val="32"/>
        </w:rPr>
      </w:pPr>
    </w:p>
    <w:p w:rsidR="008351E2" w:rsidRPr="00852599" w:rsidRDefault="008351E2" w:rsidP="00852599">
      <w:pPr>
        <w:jc w:val="right"/>
        <w:rPr>
          <w:sz w:val="28"/>
          <w:szCs w:val="28"/>
        </w:rPr>
      </w:pPr>
    </w:p>
    <w:p w:rsidR="008351E2" w:rsidRDefault="008351E2" w:rsidP="00820E87">
      <w:pPr>
        <w:rPr>
          <w:b/>
          <w:sz w:val="32"/>
          <w:szCs w:val="32"/>
        </w:rPr>
      </w:pPr>
    </w:p>
    <w:p w:rsidR="008351E2" w:rsidRDefault="008351E2" w:rsidP="00820E87">
      <w:pPr>
        <w:rPr>
          <w:b/>
          <w:sz w:val="32"/>
          <w:szCs w:val="32"/>
        </w:rPr>
      </w:pPr>
    </w:p>
    <w:p w:rsidR="008351E2" w:rsidRDefault="008351E2" w:rsidP="00820E87">
      <w:pPr>
        <w:rPr>
          <w:b/>
          <w:sz w:val="32"/>
          <w:szCs w:val="32"/>
        </w:rPr>
      </w:pPr>
    </w:p>
    <w:p w:rsidR="008351E2" w:rsidRDefault="008351E2" w:rsidP="00820E87">
      <w:pPr>
        <w:rPr>
          <w:b/>
          <w:sz w:val="32"/>
          <w:szCs w:val="32"/>
        </w:rPr>
      </w:pPr>
    </w:p>
    <w:p w:rsidR="008351E2" w:rsidRDefault="008351E2" w:rsidP="00852599">
      <w:pPr>
        <w:jc w:val="right"/>
        <w:rPr>
          <w:sz w:val="28"/>
          <w:szCs w:val="28"/>
        </w:rPr>
      </w:pPr>
      <w:r>
        <w:rPr>
          <w:sz w:val="28"/>
          <w:szCs w:val="28"/>
        </w:rPr>
        <w:t>Воспитатель: Кириллова Т. Н.</w:t>
      </w:r>
    </w:p>
    <w:p w:rsidR="008351E2" w:rsidRDefault="008351E2" w:rsidP="00852599">
      <w:pPr>
        <w:jc w:val="right"/>
        <w:rPr>
          <w:sz w:val="28"/>
          <w:szCs w:val="28"/>
        </w:rPr>
      </w:pPr>
    </w:p>
    <w:p w:rsidR="008351E2" w:rsidRDefault="008351E2" w:rsidP="00852599">
      <w:pPr>
        <w:jc w:val="right"/>
        <w:rPr>
          <w:sz w:val="28"/>
          <w:szCs w:val="28"/>
        </w:rPr>
      </w:pPr>
    </w:p>
    <w:p w:rsidR="008351E2" w:rsidRDefault="008351E2" w:rsidP="00852599">
      <w:pPr>
        <w:jc w:val="right"/>
        <w:rPr>
          <w:sz w:val="28"/>
          <w:szCs w:val="28"/>
        </w:rPr>
      </w:pPr>
    </w:p>
    <w:p w:rsidR="008351E2" w:rsidRDefault="008351E2" w:rsidP="00852599">
      <w:pPr>
        <w:jc w:val="right"/>
        <w:rPr>
          <w:sz w:val="28"/>
          <w:szCs w:val="28"/>
        </w:rPr>
      </w:pPr>
    </w:p>
    <w:p w:rsidR="008351E2" w:rsidRDefault="008351E2" w:rsidP="00852599">
      <w:pPr>
        <w:jc w:val="right"/>
        <w:rPr>
          <w:sz w:val="28"/>
          <w:szCs w:val="28"/>
        </w:rPr>
      </w:pPr>
    </w:p>
    <w:p w:rsidR="008351E2" w:rsidRDefault="008351E2" w:rsidP="00852599">
      <w:pPr>
        <w:jc w:val="center"/>
        <w:rPr>
          <w:sz w:val="28"/>
          <w:szCs w:val="28"/>
        </w:rPr>
      </w:pPr>
      <w:r>
        <w:rPr>
          <w:sz w:val="28"/>
          <w:szCs w:val="28"/>
        </w:rPr>
        <w:t>2016 год.</w:t>
      </w:r>
    </w:p>
    <w:p w:rsidR="008351E2" w:rsidRPr="00852599" w:rsidRDefault="008351E2" w:rsidP="00852599">
      <w:pPr>
        <w:jc w:val="center"/>
        <w:rPr>
          <w:sz w:val="28"/>
          <w:szCs w:val="28"/>
        </w:rPr>
      </w:pPr>
    </w:p>
    <w:p w:rsidR="008351E2" w:rsidRPr="00FD0756" w:rsidRDefault="008351E2" w:rsidP="00FD0756">
      <w:pPr>
        <w:jc w:val="both"/>
        <w:rPr>
          <w:b/>
          <w:i/>
          <w:sz w:val="28"/>
          <w:szCs w:val="28"/>
        </w:rPr>
      </w:pPr>
      <w:r w:rsidRPr="00FD0756">
        <w:rPr>
          <w:b/>
          <w:i/>
          <w:sz w:val="28"/>
          <w:szCs w:val="28"/>
        </w:rPr>
        <w:t>Цели и задачи: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>- обогащение знаний учащихся о приметах осени;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>
        <w:rPr>
          <w:sz w:val="28"/>
          <w:szCs w:val="28"/>
        </w:rPr>
        <w:t>- сплочение школьного</w:t>
      </w:r>
      <w:r w:rsidRPr="00FD0756">
        <w:rPr>
          <w:sz w:val="28"/>
          <w:szCs w:val="28"/>
        </w:rPr>
        <w:t xml:space="preserve"> коллектива;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D0756">
        <w:rPr>
          <w:sz w:val="28"/>
          <w:szCs w:val="28"/>
        </w:rPr>
        <w:t>формирование коммуникативных навыков между учащимися разновозрастных групп;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>- пропаганда здорового питания.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b/>
          <w:i/>
          <w:sz w:val="28"/>
          <w:szCs w:val="28"/>
        </w:rPr>
        <w:t>Участники:</w:t>
      </w:r>
      <w:r w:rsidRPr="00FD0756">
        <w:rPr>
          <w:sz w:val="28"/>
          <w:szCs w:val="28"/>
        </w:rPr>
        <w:t xml:space="preserve"> учащиеся школы</w:t>
      </w:r>
      <w:r>
        <w:rPr>
          <w:sz w:val="28"/>
          <w:szCs w:val="28"/>
        </w:rPr>
        <w:t xml:space="preserve"> и воспитатели</w:t>
      </w:r>
      <w:r w:rsidRPr="00FD0756">
        <w:rPr>
          <w:sz w:val="28"/>
          <w:szCs w:val="28"/>
        </w:rPr>
        <w:t>, осень, ведущий.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b/>
          <w:i/>
          <w:sz w:val="28"/>
          <w:szCs w:val="28"/>
        </w:rPr>
        <w:t xml:space="preserve">Материалы и оборудование: </w:t>
      </w:r>
      <w:r w:rsidRPr="00FD0756">
        <w:rPr>
          <w:sz w:val="28"/>
          <w:szCs w:val="28"/>
        </w:rPr>
        <w:t>овощи, фрукты, вырезанные морковки, шишки, 2 мешка, 2 ведра, 2 к</w:t>
      </w:r>
      <w:r>
        <w:rPr>
          <w:sz w:val="28"/>
          <w:szCs w:val="28"/>
        </w:rPr>
        <w:t>егли</w:t>
      </w:r>
      <w:r w:rsidRPr="00FD0756">
        <w:rPr>
          <w:sz w:val="28"/>
          <w:szCs w:val="28"/>
        </w:rPr>
        <w:t>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</w:p>
    <w:p w:rsidR="008351E2" w:rsidRPr="00D26923" w:rsidRDefault="008351E2" w:rsidP="00FD0756">
      <w:pPr>
        <w:jc w:val="center"/>
        <w:rPr>
          <w:b/>
          <w:sz w:val="28"/>
          <w:szCs w:val="28"/>
        </w:rPr>
      </w:pPr>
      <w:r w:rsidRPr="00D26923">
        <w:rPr>
          <w:b/>
          <w:sz w:val="28"/>
          <w:szCs w:val="28"/>
        </w:rPr>
        <w:t>Ход мероприятия</w:t>
      </w:r>
    </w:p>
    <w:p w:rsidR="008351E2" w:rsidRDefault="008351E2" w:rsidP="00FD0756">
      <w:pPr>
        <w:jc w:val="both"/>
        <w:rPr>
          <w:sz w:val="28"/>
          <w:szCs w:val="28"/>
        </w:rPr>
      </w:pPr>
      <w:r w:rsidRPr="00FD0756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1</w:t>
      </w:r>
      <w:r w:rsidRPr="00FD0756">
        <w:rPr>
          <w:b/>
          <w:sz w:val="28"/>
          <w:szCs w:val="28"/>
        </w:rPr>
        <w:t>:</w:t>
      </w:r>
      <w:r w:rsidRPr="007C69C4">
        <w:t xml:space="preserve"> </w:t>
      </w:r>
      <w:r w:rsidRPr="007C69C4">
        <w:rPr>
          <w:rStyle w:val="c0"/>
          <w:sz w:val="28"/>
          <w:szCs w:val="28"/>
        </w:rPr>
        <w:t>Здравствуйте, ребята! Здравствуйте, гости!</w:t>
      </w:r>
      <w:r w:rsidRPr="00FD0756">
        <w:rPr>
          <w:sz w:val="28"/>
          <w:szCs w:val="28"/>
        </w:rPr>
        <w:t xml:space="preserve"> 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FD0756">
        <w:rPr>
          <w:sz w:val="28"/>
          <w:szCs w:val="28"/>
        </w:rPr>
        <w:t>Вот художник, так художник зал у нас позолотил!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   Даже самый сильный дождик эту краску не отмыл.</w:t>
      </w:r>
    </w:p>
    <w:p w:rsidR="008351E2" w:rsidRPr="00FD0756" w:rsidRDefault="008351E2" w:rsidP="00FD0756">
      <w:pPr>
        <w:jc w:val="both"/>
        <w:rPr>
          <w:b/>
          <w:sz w:val="28"/>
          <w:szCs w:val="28"/>
        </w:rPr>
      </w:pPr>
      <w:r w:rsidRPr="00FD0756">
        <w:rPr>
          <w:sz w:val="28"/>
          <w:szCs w:val="28"/>
        </w:rPr>
        <w:t xml:space="preserve">                  Отгадать загадку просим: кто художник этот?           </w:t>
      </w:r>
      <w:r w:rsidRPr="00FD0756">
        <w:rPr>
          <w:b/>
          <w:sz w:val="28"/>
          <w:szCs w:val="28"/>
        </w:rPr>
        <w:t>ОСЕНЬ!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2</w:t>
      </w:r>
      <w:r w:rsidRPr="00FD0756">
        <w:rPr>
          <w:sz w:val="28"/>
          <w:szCs w:val="28"/>
        </w:rPr>
        <w:t>: Осень нас к себе на бал нынче пригласила,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   Чтоб никто не опоздал, Осень попросила.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   И вот мы здесь. Сверкает зал! Теплом согреты лица,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   Пришла пора открыть наш бал и в танце закружиться…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1</w:t>
      </w:r>
      <w:r w:rsidRPr="00FD0756">
        <w:rPr>
          <w:b/>
          <w:sz w:val="28"/>
          <w:szCs w:val="28"/>
        </w:rPr>
        <w:t>:</w:t>
      </w:r>
      <w:r w:rsidRPr="00FD0756">
        <w:rPr>
          <w:sz w:val="28"/>
          <w:szCs w:val="28"/>
        </w:rPr>
        <w:t xml:space="preserve"> Сегодня мы собрались здесь на праздник Осени! У каждого из вас   есть свое любимое время года. А у кого-то – это осень! Деревья надели свои пестрые нарядные платья, земля устлана мягким разноцветным ковром… Пора «бабьего лета» - чудесная, но очень короткая…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632620">
        <w:rPr>
          <w:b/>
          <w:sz w:val="28"/>
          <w:szCs w:val="28"/>
        </w:rPr>
        <w:t>Ведущий 1:</w:t>
      </w:r>
      <w:r w:rsidRPr="00FD0756">
        <w:rPr>
          <w:sz w:val="28"/>
          <w:szCs w:val="28"/>
        </w:rPr>
        <w:t xml:space="preserve"> Следом за летом осень идет,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    Желтые песни ей ветер поет,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    Красную под ноги  стелет листву,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    Белой снежинкой летит в синеву.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632620">
        <w:rPr>
          <w:b/>
          <w:sz w:val="28"/>
          <w:szCs w:val="28"/>
        </w:rPr>
        <w:t>Ведущий 2:</w:t>
      </w:r>
      <w:r w:rsidRPr="00FD0756">
        <w:rPr>
          <w:sz w:val="28"/>
          <w:szCs w:val="28"/>
        </w:rPr>
        <w:t xml:space="preserve"> Наступила осень,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    Пожелтел наш сад.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    Листья на березе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    Золотом горят.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632620">
        <w:rPr>
          <w:b/>
          <w:sz w:val="28"/>
          <w:szCs w:val="28"/>
        </w:rPr>
        <w:t>Ведущий 1:</w:t>
      </w:r>
      <w:r w:rsidRPr="00FD0756">
        <w:rPr>
          <w:sz w:val="28"/>
          <w:szCs w:val="28"/>
        </w:rPr>
        <w:t xml:space="preserve"> Осень начинается,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    Листья осыпаются.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    Их веселый хоровод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    Ветер кружит и поет.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632620">
        <w:rPr>
          <w:b/>
          <w:sz w:val="28"/>
          <w:szCs w:val="28"/>
        </w:rPr>
        <w:t>Ведущий 2:</w:t>
      </w:r>
      <w:r w:rsidRPr="00FD0756">
        <w:rPr>
          <w:sz w:val="28"/>
          <w:szCs w:val="28"/>
        </w:rPr>
        <w:t xml:space="preserve"> Все быстрее кружится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    Желтая метелица.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    Все засыпало листвой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    Желтой, красной, золотой.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1</w:t>
      </w:r>
      <w:r w:rsidRPr="00FD0756">
        <w:rPr>
          <w:sz w:val="28"/>
          <w:szCs w:val="28"/>
        </w:rPr>
        <w:t>: В платье золотистом осень к нам явилась в зал,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   Как прекрасная царица открывает бал – 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   И возникает словно волшебство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   Осенних красок и нарядов колдовство!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>(Под музыку П.И.Чайковского «Времена года» входит Осень)</w:t>
      </w:r>
    </w:p>
    <w:p w:rsidR="008351E2" w:rsidRPr="00FD0756" w:rsidRDefault="008351E2" w:rsidP="00FE59F0">
      <w:pPr>
        <w:jc w:val="both"/>
        <w:rPr>
          <w:sz w:val="28"/>
          <w:szCs w:val="28"/>
        </w:rPr>
      </w:pPr>
    </w:p>
    <w:p w:rsidR="008351E2" w:rsidRDefault="008351E2" w:rsidP="00D26923">
      <w:pPr>
        <w:pStyle w:val="NoSpacing"/>
        <w:rPr>
          <w:rFonts w:ascii="Times New Roman" w:hAnsi="Times New Roman"/>
          <w:b/>
          <w:sz w:val="28"/>
          <w:szCs w:val="28"/>
        </w:rPr>
      </w:pPr>
      <w:r w:rsidRPr="003E778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Осень:</w:t>
      </w:r>
      <w:r w:rsidRPr="00FE59F0">
        <w:rPr>
          <w:rFonts w:ascii="Arial" w:hAnsi="Arial" w:cs="Arial"/>
          <w:color w:val="646464"/>
          <w:sz w:val="18"/>
          <w:szCs w:val="18"/>
          <w:shd w:val="clear" w:color="auto" w:fill="FFFFFF"/>
        </w:rPr>
        <w:t xml:space="preserve"> </w:t>
      </w:r>
      <w:r w:rsidRPr="00FE59F0">
        <w:rPr>
          <w:rFonts w:ascii="Times New Roman" w:hAnsi="Times New Roman"/>
          <w:sz w:val="28"/>
          <w:szCs w:val="28"/>
          <w:shd w:val="clear" w:color="auto" w:fill="FFFFFF"/>
        </w:rPr>
        <w:t>Приветствую вас, друзья,</w:t>
      </w:r>
      <w:r w:rsidRPr="00FE59F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</w:t>
      </w:r>
      <w:r w:rsidRPr="00FE59F0">
        <w:rPr>
          <w:rFonts w:ascii="Times New Roman" w:hAnsi="Times New Roman"/>
          <w:sz w:val="28"/>
          <w:szCs w:val="28"/>
          <w:shd w:val="clear" w:color="auto" w:fill="FFFFFF"/>
        </w:rPr>
        <w:t>Надеюсь, узнали меня?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(да)</w:t>
      </w:r>
      <w:r w:rsidRPr="00FE59F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</w:t>
      </w:r>
      <w:r w:rsidRPr="003E7781">
        <w:rPr>
          <w:rFonts w:ascii="Times New Roman" w:hAnsi="Times New Roman"/>
          <w:sz w:val="28"/>
          <w:szCs w:val="28"/>
          <w:shd w:val="clear" w:color="auto" w:fill="FFFFFF"/>
        </w:rPr>
        <w:t>К вам на праздник я спешила,</w:t>
      </w:r>
      <w:r w:rsidRPr="003E778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</w:t>
      </w:r>
      <w:r w:rsidRPr="003E7781">
        <w:rPr>
          <w:rFonts w:ascii="Times New Roman" w:hAnsi="Times New Roman"/>
          <w:sz w:val="28"/>
          <w:szCs w:val="28"/>
          <w:shd w:val="clear" w:color="auto" w:fill="FFFFFF"/>
        </w:rPr>
        <w:t>Да вот кое-что забыла,</w:t>
      </w:r>
      <w:r w:rsidRPr="003E778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</w:t>
      </w:r>
      <w:r w:rsidRPr="003E7781">
        <w:rPr>
          <w:rFonts w:ascii="Times New Roman" w:hAnsi="Times New Roman"/>
          <w:sz w:val="28"/>
          <w:szCs w:val="28"/>
          <w:shd w:val="clear" w:color="auto" w:fill="FFFFFF"/>
        </w:rPr>
        <w:t>Помогите, мне друзья,</w:t>
      </w:r>
      <w:r w:rsidRPr="003E778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</w:t>
      </w:r>
      <w:r w:rsidRPr="003E7781">
        <w:rPr>
          <w:rFonts w:ascii="Times New Roman" w:hAnsi="Times New Roman"/>
          <w:sz w:val="28"/>
          <w:szCs w:val="28"/>
          <w:shd w:val="clear" w:color="auto" w:fill="FFFFFF"/>
        </w:rPr>
        <w:t>Загадки разгадайте для меня.</w:t>
      </w:r>
    </w:p>
    <w:p w:rsidR="008351E2" w:rsidRPr="006F4438" w:rsidRDefault="008351E2" w:rsidP="003E7781">
      <w:pPr>
        <w:pStyle w:val="NoSpacing"/>
        <w:jc w:val="center"/>
        <w:rPr>
          <w:b/>
          <w:sz w:val="24"/>
        </w:rPr>
      </w:pPr>
      <w:r>
        <w:rPr>
          <w:rFonts w:ascii="Times New Roman" w:hAnsi="Times New Roman"/>
          <w:b/>
          <w:sz w:val="28"/>
          <w:szCs w:val="28"/>
        </w:rPr>
        <w:t>***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Закопали в землю в мае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И сто дней не вынимали .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А копать под осень стали-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Не одну, а семь достали!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Всем знакомы клубни эти</w:t>
      </w:r>
    </w:p>
    <w:p w:rsidR="008351E2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Как же их названье, дети? (картофель)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Раскололся тесный домик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На две половинки.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И посыпались оттуда</w:t>
      </w:r>
    </w:p>
    <w:p w:rsidR="008351E2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Бусинки – дробинки. (горох)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Любопытный красный нос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По макушку в землю врос.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Лишь торчат на грядке</w:t>
      </w:r>
    </w:p>
    <w:p w:rsidR="008351E2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Зелёные пятки. (морковь)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Кругла, да не луна,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С хвостом, да не мышь,</w:t>
      </w:r>
    </w:p>
    <w:p w:rsidR="008351E2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Красна, да не девица. (репка)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Телятки гладки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Привязаны к грядке,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Лежат рядами,</w:t>
      </w:r>
    </w:p>
    <w:p w:rsidR="008351E2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Зелёные сами. (огурцы)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Ох и зол он, хоть и мал!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В солнце стрелки выпускал.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Не попали в солнце стрелки,</w:t>
      </w:r>
    </w:p>
    <w:p w:rsidR="008351E2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А попали к нам в тарелки. (лук)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В огороде два зайчонка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Ищут белую девчонку.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- Где ж она?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-Да тут она,</w:t>
      </w:r>
    </w:p>
    <w:p w:rsidR="008351E2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В сто платков закутана! (капуста)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Золотая голова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Велика и тяжела.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Золотая голова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Отдохнуть прилегла.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Голова велика,</w:t>
      </w:r>
    </w:p>
    <w:p w:rsidR="008351E2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Только шея тонка. (тыква)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Растут на грядке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Зелёные ветки,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А на них-</w:t>
      </w:r>
    </w:p>
    <w:p w:rsidR="008351E2" w:rsidRPr="003E7781" w:rsidRDefault="008351E2" w:rsidP="003E7781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7781">
        <w:rPr>
          <w:rFonts w:ascii="Times New Roman" w:hAnsi="Times New Roman"/>
          <w:sz w:val="28"/>
          <w:szCs w:val="28"/>
        </w:rPr>
        <w:t>Красные детки. (помидор)</w:t>
      </w:r>
    </w:p>
    <w:p w:rsidR="008351E2" w:rsidRPr="00FD0756" w:rsidRDefault="008351E2" w:rsidP="00FE59F0">
      <w:pPr>
        <w:jc w:val="both"/>
        <w:rPr>
          <w:sz w:val="28"/>
          <w:szCs w:val="28"/>
        </w:rPr>
      </w:pPr>
      <w:r w:rsidRPr="0088358C">
        <w:rPr>
          <w:sz w:val="28"/>
          <w:szCs w:val="28"/>
        </w:rPr>
        <w:br/>
      </w:r>
      <w:r w:rsidRPr="00FD0756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2</w:t>
      </w:r>
      <w:r w:rsidRPr="00FD0756">
        <w:rPr>
          <w:b/>
          <w:sz w:val="28"/>
          <w:szCs w:val="28"/>
        </w:rPr>
        <w:t>:</w:t>
      </w:r>
      <w:r w:rsidRPr="00FD0756">
        <w:rPr>
          <w:sz w:val="28"/>
          <w:szCs w:val="28"/>
        </w:rPr>
        <w:t xml:space="preserve"> Осень, милая, садись! С нами вместе веселись!</w:t>
      </w:r>
    </w:p>
    <w:p w:rsidR="008351E2" w:rsidRDefault="008351E2" w:rsidP="00FE59F0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   Ребята стихи тебе прочтут!</w:t>
      </w:r>
    </w:p>
    <w:p w:rsidR="008351E2" w:rsidRPr="003E44F4" w:rsidRDefault="008351E2" w:rsidP="00731A08">
      <w:pPr>
        <w:jc w:val="both"/>
        <w:rPr>
          <w:b/>
          <w:i/>
          <w:sz w:val="28"/>
          <w:szCs w:val="28"/>
        </w:rPr>
      </w:pPr>
      <w:r w:rsidRPr="003E44F4">
        <w:rPr>
          <w:b/>
          <w:i/>
          <w:sz w:val="28"/>
          <w:szCs w:val="28"/>
        </w:rPr>
        <w:t>Исполнение песни «Осень наступила» (музыка и слова С.</w:t>
      </w:r>
      <w:r>
        <w:rPr>
          <w:b/>
          <w:i/>
          <w:sz w:val="28"/>
          <w:szCs w:val="28"/>
        </w:rPr>
        <w:t xml:space="preserve"> </w:t>
      </w:r>
      <w:r w:rsidRPr="003E44F4">
        <w:rPr>
          <w:b/>
          <w:i/>
          <w:sz w:val="28"/>
          <w:szCs w:val="28"/>
        </w:rPr>
        <w:t>Насауленко)</w:t>
      </w:r>
    </w:p>
    <w:p w:rsidR="008351E2" w:rsidRDefault="008351E2" w:rsidP="00FE59F0">
      <w:pPr>
        <w:jc w:val="both"/>
        <w:rPr>
          <w:sz w:val="28"/>
          <w:szCs w:val="28"/>
        </w:rPr>
      </w:pPr>
    </w:p>
    <w:p w:rsidR="008351E2" w:rsidRDefault="008351E2" w:rsidP="00FE59F0">
      <w:pPr>
        <w:jc w:val="center"/>
        <w:rPr>
          <w:sz w:val="28"/>
          <w:szCs w:val="28"/>
        </w:rPr>
      </w:pPr>
      <w:r>
        <w:rPr>
          <w:sz w:val="28"/>
          <w:szCs w:val="28"/>
        </w:rPr>
        <w:t>***</w:t>
      </w:r>
    </w:p>
    <w:p w:rsidR="008351E2" w:rsidRDefault="008351E2" w:rsidP="00FE59F0">
      <w:pPr>
        <w:jc w:val="center"/>
        <w:rPr>
          <w:sz w:val="28"/>
          <w:szCs w:val="28"/>
        </w:rPr>
      </w:pPr>
      <w:r w:rsidRPr="00632620">
        <w:rPr>
          <w:sz w:val="28"/>
          <w:szCs w:val="28"/>
        </w:rPr>
        <w:t>Сильно ветер дунул так,</w:t>
      </w:r>
      <w:r w:rsidRPr="00632620">
        <w:rPr>
          <w:sz w:val="28"/>
          <w:szCs w:val="28"/>
        </w:rPr>
        <w:br/>
        <w:t>И закружился листопад.</w:t>
      </w:r>
      <w:r w:rsidRPr="00632620">
        <w:rPr>
          <w:sz w:val="28"/>
          <w:szCs w:val="28"/>
        </w:rPr>
        <w:br/>
        <w:t>Словно в сказке стало всё,</w:t>
      </w:r>
      <w:r w:rsidRPr="00632620">
        <w:rPr>
          <w:sz w:val="28"/>
          <w:szCs w:val="28"/>
        </w:rPr>
        <w:br/>
        <w:t>Посмотри-ка за окно.</w:t>
      </w:r>
      <w:r w:rsidRPr="00632620">
        <w:rPr>
          <w:sz w:val="28"/>
          <w:szCs w:val="28"/>
        </w:rPr>
        <w:br/>
        <w:t>Ветер там листву гоняет,</w:t>
      </w:r>
      <w:r w:rsidRPr="00632620">
        <w:rPr>
          <w:sz w:val="28"/>
          <w:szCs w:val="28"/>
        </w:rPr>
        <w:br/>
        <w:t>И пейзажи украшает.</w:t>
      </w:r>
      <w:r w:rsidRPr="00632620">
        <w:rPr>
          <w:sz w:val="28"/>
          <w:szCs w:val="28"/>
        </w:rPr>
        <w:br/>
        <w:t>Жёлтым стало всё кругом,</w:t>
      </w:r>
      <w:r w:rsidRPr="00632620">
        <w:rPr>
          <w:sz w:val="28"/>
          <w:szCs w:val="28"/>
        </w:rPr>
        <w:br/>
        <w:t>Золотом осыпан двор!</w:t>
      </w:r>
    </w:p>
    <w:p w:rsidR="008351E2" w:rsidRDefault="008351E2" w:rsidP="00FE59F0">
      <w:pPr>
        <w:jc w:val="center"/>
        <w:rPr>
          <w:sz w:val="28"/>
          <w:szCs w:val="28"/>
        </w:rPr>
      </w:pPr>
      <w:r>
        <w:rPr>
          <w:sz w:val="28"/>
          <w:szCs w:val="28"/>
        </w:rPr>
        <w:t>***</w:t>
      </w:r>
    </w:p>
    <w:p w:rsidR="008351E2" w:rsidRDefault="008351E2" w:rsidP="00FE59F0">
      <w:pPr>
        <w:jc w:val="center"/>
        <w:rPr>
          <w:sz w:val="28"/>
          <w:szCs w:val="28"/>
        </w:rPr>
      </w:pPr>
      <w:r w:rsidRPr="00632620">
        <w:rPr>
          <w:sz w:val="28"/>
          <w:szCs w:val="28"/>
        </w:rPr>
        <w:t>Какое время года осенью зовётся?</w:t>
      </w:r>
      <w:r w:rsidRPr="00632620">
        <w:rPr>
          <w:sz w:val="28"/>
          <w:szCs w:val="28"/>
        </w:rPr>
        <w:br/>
        <w:t>Наверное, такое, когда дождик льётся.</w:t>
      </w:r>
      <w:r w:rsidRPr="00632620">
        <w:rPr>
          <w:sz w:val="28"/>
          <w:szCs w:val="28"/>
        </w:rPr>
        <w:br/>
        <w:t>Когда на деревьях листья пожелтели,</w:t>
      </w:r>
      <w:r w:rsidRPr="00632620">
        <w:rPr>
          <w:sz w:val="28"/>
          <w:szCs w:val="28"/>
        </w:rPr>
        <w:br/>
        <w:t>И с веток вниз они полетели.</w:t>
      </w:r>
      <w:r w:rsidRPr="00632620">
        <w:rPr>
          <w:sz w:val="28"/>
          <w:szCs w:val="28"/>
        </w:rPr>
        <w:br/>
      </w:r>
      <w:r>
        <w:rPr>
          <w:sz w:val="28"/>
          <w:szCs w:val="28"/>
        </w:rPr>
        <w:t>***</w:t>
      </w:r>
    </w:p>
    <w:p w:rsidR="008351E2" w:rsidRDefault="008351E2" w:rsidP="00FE59F0">
      <w:pPr>
        <w:jc w:val="center"/>
        <w:rPr>
          <w:sz w:val="28"/>
          <w:szCs w:val="28"/>
        </w:rPr>
      </w:pPr>
      <w:r w:rsidRPr="0088358C">
        <w:rPr>
          <w:sz w:val="28"/>
          <w:szCs w:val="28"/>
        </w:rPr>
        <w:t>Вот и птицы на юг улетают,</w:t>
      </w:r>
      <w:r w:rsidRPr="0088358C">
        <w:rPr>
          <w:sz w:val="28"/>
          <w:szCs w:val="28"/>
        </w:rPr>
        <w:br/>
        <w:t>Напоминание нам оставляют,</w:t>
      </w:r>
      <w:r w:rsidRPr="0088358C">
        <w:rPr>
          <w:sz w:val="28"/>
          <w:szCs w:val="28"/>
        </w:rPr>
        <w:br/>
        <w:t>Что осень настала уже,</w:t>
      </w:r>
      <w:r w:rsidRPr="0088358C">
        <w:rPr>
          <w:sz w:val="28"/>
          <w:szCs w:val="28"/>
        </w:rPr>
        <w:br/>
        <w:t>И движется время к зиме.</w:t>
      </w:r>
      <w:r w:rsidRPr="0088358C">
        <w:rPr>
          <w:sz w:val="28"/>
          <w:szCs w:val="28"/>
        </w:rPr>
        <w:br/>
        <w:t>Листва уже давно пожелтела,</w:t>
      </w:r>
      <w:r w:rsidRPr="0088358C">
        <w:rPr>
          <w:sz w:val="28"/>
          <w:szCs w:val="28"/>
        </w:rPr>
        <w:br/>
        <w:t>И с веток она почти облетела.</w:t>
      </w:r>
      <w:r w:rsidRPr="0088358C">
        <w:rPr>
          <w:sz w:val="28"/>
          <w:szCs w:val="28"/>
        </w:rPr>
        <w:br/>
        <w:t>И дождик с неба моросит,</w:t>
      </w:r>
      <w:r w:rsidRPr="0088358C">
        <w:rPr>
          <w:sz w:val="28"/>
          <w:szCs w:val="28"/>
        </w:rPr>
        <w:br/>
        <w:t>Как будто нас о чём-то просит.</w:t>
      </w:r>
    </w:p>
    <w:p w:rsidR="008351E2" w:rsidRDefault="008351E2" w:rsidP="00FE59F0">
      <w:pPr>
        <w:jc w:val="center"/>
        <w:rPr>
          <w:sz w:val="28"/>
          <w:szCs w:val="28"/>
        </w:rPr>
      </w:pPr>
      <w:r>
        <w:rPr>
          <w:sz w:val="28"/>
          <w:szCs w:val="28"/>
        </w:rPr>
        <w:t>***</w:t>
      </w:r>
    </w:p>
    <w:p w:rsidR="008351E2" w:rsidRDefault="008351E2" w:rsidP="00FE59F0">
      <w:pPr>
        <w:jc w:val="center"/>
        <w:rPr>
          <w:sz w:val="28"/>
          <w:szCs w:val="28"/>
        </w:rPr>
      </w:pPr>
      <w:r w:rsidRPr="0088358C">
        <w:rPr>
          <w:sz w:val="28"/>
          <w:szCs w:val="28"/>
        </w:rPr>
        <w:t>Листочки свой меняют цвет,</w:t>
      </w:r>
      <w:r w:rsidRPr="0088358C">
        <w:rPr>
          <w:sz w:val="28"/>
          <w:szCs w:val="28"/>
        </w:rPr>
        <w:br/>
        <w:t>Становятся совсем другими.</w:t>
      </w:r>
      <w:r w:rsidRPr="0088358C">
        <w:rPr>
          <w:sz w:val="28"/>
          <w:szCs w:val="28"/>
        </w:rPr>
        <w:br/>
        <w:t>Сквозь них летит к нам солнца свет,</w:t>
      </w:r>
      <w:r w:rsidRPr="0088358C">
        <w:rPr>
          <w:sz w:val="28"/>
          <w:szCs w:val="28"/>
        </w:rPr>
        <w:br/>
        <w:t>Мы радуемся ими.</w:t>
      </w:r>
    </w:p>
    <w:p w:rsidR="008351E2" w:rsidRPr="0088358C" w:rsidRDefault="008351E2" w:rsidP="00632620">
      <w:pPr>
        <w:jc w:val="center"/>
        <w:rPr>
          <w:sz w:val="28"/>
          <w:szCs w:val="28"/>
        </w:rPr>
      </w:pPr>
    </w:p>
    <w:p w:rsidR="008351E2" w:rsidRDefault="008351E2" w:rsidP="00FD0756">
      <w:pPr>
        <w:jc w:val="both"/>
        <w:rPr>
          <w:sz w:val="28"/>
          <w:szCs w:val="28"/>
        </w:rPr>
      </w:pPr>
      <w:r w:rsidRPr="00FD0756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1</w:t>
      </w:r>
      <w:r w:rsidRPr="00FD0756">
        <w:rPr>
          <w:b/>
          <w:sz w:val="28"/>
          <w:szCs w:val="28"/>
        </w:rPr>
        <w:t>:</w:t>
      </w:r>
      <w:r w:rsidRPr="00FD0756">
        <w:rPr>
          <w:sz w:val="28"/>
          <w:szCs w:val="28"/>
        </w:rPr>
        <w:t xml:space="preserve"> </w:t>
      </w:r>
      <w:r>
        <w:rPr>
          <w:sz w:val="28"/>
          <w:szCs w:val="28"/>
        </w:rPr>
        <w:t>Но прежде чем перейти к играм представляю вам наше жюри.</w:t>
      </w:r>
    </w:p>
    <w:p w:rsidR="008351E2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Молодцы, ребята! </w:t>
      </w:r>
      <w:r>
        <w:rPr>
          <w:sz w:val="28"/>
          <w:szCs w:val="28"/>
        </w:rPr>
        <w:t>Осень к вам пришла</w:t>
      </w:r>
      <w:r w:rsidRPr="00FD0756">
        <w:rPr>
          <w:sz w:val="28"/>
          <w:szCs w:val="28"/>
        </w:rPr>
        <w:t xml:space="preserve"> в гости, а угостить ее нечем. Вам обязательно нужно сбегать в магазин за продуктами. Объявляется  первый конкурс «Гости на пороге». Приглашаются 2 команды. Для того чтобы угостить Осень, нужно сходить в магазин, а на улице льет дождь. Вы надеваете калоши, раскрываете зонт, берете корзинку и – в магазин за овощами. Каждый должен принести по одному овощу для салата. Чья команда справиться с заданием первой – та и победила.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b/>
          <w:sz w:val="28"/>
          <w:szCs w:val="28"/>
        </w:rPr>
        <w:t>Осень:</w:t>
      </w:r>
      <w:r w:rsidRPr="00FD0756">
        <w:rPr>
          <w:sz w:val="28"/>
          <w:szCs w:val="28"/>
        </w:rPr>
        <w:t xml:space="preserve"> А сейчас я проверю, знаете ли вы моих подданных. (игра со зрителями).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Опустел колхозный сад.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Паутинки вдаль летят,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И на южный край земли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Потянулись журавли.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Распахнулись двери школ…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Что за месяц к нам пришел? (сентябрь).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Все мрачней лицо природы,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Почернели огороды,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Оголяются леса,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Смолкли птичьи голоса.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Мерзнет в поле озимь ржи…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Что за месяц, подскажи? (октябрь)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Поле черно-белым стало,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Падает то дождь, то снег,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А еще похолодало,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Льдом сковало воды рек.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Медведь в спячку завалился…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Что за месяц к нам явился? (ноябрь)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2</w:t>
      </w:r>
      <w:r w:rsidRPr="00FD0756">
        <w:rPr>
          <w:b/>
          <w:sz w:val="28"/>
          <w:szCs w:val="28"/>
        </w:rPr>
        <w:t>:</w:t>
      </w:r>
      <w:r w:rsidRPr="00FD0756">
        <w:rPr>
          <w:sz w:val="28"/>
          <w:szCs w:val="28"/>
        </w:rPr>
        <w:t xml:space="preserve"> Следующий конкурс. Мы сейчас узнаем, знаете ли вы фрукты и овощи. Приглашаются две команды. С завязанными глазами вам предлагается по вкусу отгадать и назвать фрукты и овощи. Какая команда отгадает больше?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>(Ведущий держит на подносе разрезанные овощи и фрукты, а Осень по очереди кладет каждому участнику кусочек в рот).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1</w:t>
      </w:r>
      <w:r w:rsidRPr="00FD0756">
        <w:rPr>
          <w:b/>
          <w:sz w:val="28"/>
          <w:szCs w:val="28"/>
        </w:rPr>
        <w:t>:</w:t>
      </w:r>
      <w:r w:rsidRPr="00FD0756">
        <w:rPr>
          <w:sz w:val="28"/>
          <w:szCs w:val="28"/>
        </w:rPr>
        <w:t xml:space="preserve"> А теперь следующий конкурс. Интересно, вы знаете, что нужно сделать, чтобы всю зиму лакомиться овощами, кроме как вырастить урожай? Совершенно верно, собрать его и сохранить. А для этого урожай нужно собрать в мешки. Так вот, я приготовила для вас мешки-скороходы, забираясь в которые вы превращаетесь в урожай. И та команда, которая быстрее и без падений оббежит кеглю и возвратится обратно, будет считаться самой удачливой и рачительной хозяйкой, сохранившей свой урожай от холодной зимы. Начали!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2</w:t>
      </w:r>
      <w:r w:rsidRPr="00FD0756">
        <w:rPr>
          <w:b/>
          <w:sz w:val="28"/>
          <w:szCs w:val="28"/>
        </w:rPr>
        <w:t>:</w:t>
      </w:r>
      <w:r w:rsidRPr="00FD0756">
        <w:rPr>
          <w:sz w:val="28"/>
          <w:szCs w:val="28"/>
        </w:rPr>
        <w:t xml:space="preserve"> Кто из вас так ловок,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   Что соберет ведро морковок?</w:t>
      </w:r>
    </w:p>
    <w:p w:rsidR="008351E2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>(Морковки разбросаны по всему залу. Побеждает та команда, которая соберет больше морковок).</w:t>
      </w:r>
    </w:p>
    <w:p w:rsidR="008351E2" w:rsidRDefault="008351E2" w:rsidP="000D3DE8">
      <w:pPr>
        <w:pStyle w:val="c1"/>
        <w:shd w:val="clear" w:color="auto" w:fill="FFFFFF"/>
        <w:spacing w:before="0" w:beforeAutospacing="0" w:after="0" w:afterAutospacing="0" w:line="338" w:lineRule="atLeast"/>
        <w:rPr>
          <w:rFonts w:ascii="Calibri" w:hAnsi="Calibri"/>
          <w:color w:val="000000"/>
          <w:sz w:val="22"/>
          <w:szCs w:val="22"/>
        </w:rPr>
      </w:pPr>
      <w:r w:rsidRPr="00FD0756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1</w:t>
      </w:r>
      <w:r w:rsidRPr="00FD0756">
        <w:rPr>
          <w:b/>
          <w:sz w:val="28"/>
          <w:szCs w:val="28"/>
        </w:rPr>
        <w:t>:</w:t>
      </w:r>
      <w:r w:rsidRPr="00FD0756">
        <w:rPr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Участвуют две команды по 6 детей. Это - дед, бабка, Жучка, внучка, кошка и мышка. У противоположной стены зала 2 стульчика. На каждом стульчике сидит "репка" – ребенок и в шапочке с изображением репки. Игру начинает дед. По сигналу он бежит к "репке", обегает ее и возвращается, за него цепляется (берет его за талию) бабка, и они продолжают бег вдвоем, вновь огибают "репку" и бегут назад, затем к ним присоединяется внучка и т. д. В конце игры за мышку цепляется «репка». Выигрывает та команда, которая быстро вытянула «репку». </w:t>
      </w:r>
    </w:p>
    <w:p w:rsidR="008351E2" w:rsidRDefault="008351E2" w:rsidP="000D3DE8">
      <w:pPr>
        <w:pStyle w:val="c1"/>
        <w:shd w:val="clear" w:color="auto" w:fill="FFFFFF"/>
        <w:spacing w:before="0" w:beforeAutospacing="0" w:after="0" w:afterAutospacing="0" w:line="338" w:lineRule="atLeast"/>
        <w:rPr>
          <w:rFonts w:ascii="Calibri" w:hAnsi="Calibri"/>
          <w:color w:val="000000"/>
          <w:sz w:val="22"/>
          <w:szCs w:val="22"/>
        </w:rPr>
      </w:pPr>
      <w:r w:rsidRPr="00FD0756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2</w:t>
      </w:r>
      <w:r w:rsidRPr="00FD0756">
        <w:rPr>
          <w:b/>
          <w:sz w:val="28"/>
          <w:szCs w:val="28"/>
        </w:rPr>
        <w:t>:</w:t>
      </w:r>
      <w:r w:rsidRPr="00FD0756">
        <w:rPr>
          <w:sz w:val="28"/>
          <w:szCs w:val="28"/>
        </w:rPr>
        <w:t xml:space="preserve"> </w:t>
      </w:r>
      <w:r w:rsidRPr="000D3DE8">
        <w:rPr>
          <w:rStyle w:val="c0c2"/>
          <w:bCs/>
          <w:color w:val="000000"/>
          <w:sz w:val="28"/>
          <w:szCs w:val="28"/>
        </w:rPr>
        <w:t>СОБЕРИ ЛИСТОЧКИ!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В игре участвуют 2 ребенка. На 2 подносах лежат по 1 кленовому листочку, разрезанному на части. По команде дети под музыку собирают по частям листочек. Побеждает тот, кто первый составит листочек из разрозненных частичек.</w:t>
      </w:r>
    </w:p>
    <w:p w:rsidR="008351E2" w:rsidRDefault="008351E2" w:rsidP="000D3DE8">
      <w:pPr>
        <w:pStyle w:val="c1"/>
        <w:shd w:val="clear" w:color="auto" w:fill="FFFFFF"/>
        <w:spacing w:before="0" w:beforeAutospacing="0" w:after="0" w:afterAutospacing="0" w:line="338" w:lineRule="atLeast"/>
        <w:rPr>
          <w:rFonts w:ascii="Calibri" w:hAnsi="Calibri"/>
          <w:color w:val="000000"/>
          <w:sz w:val="22"/>
          <w:szCs w:val="22"/>
        </w:rPr>
      </w:pPr>
      <w:r w:rsidRPr="00FD0756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1</w:t>
      </w:r>
      <w:r w:rsidRPr="00FD0756">
        <w:rPr>
          <w:b/>
          <w:sz w:val="28"/>
          <w:szCs w:val="28"/>
        </w:rPr>
        <w:t>:</w:t>
      </w:r>
      <w:r w:rsidRPr="00FD0756">
        <w:rPr>
          <w:sz w:val="28"/>
          <w:szCs w:val="28"/>
        </w:rPr>
        <w:t xml:space="preserve"> </w:t>
      </w:r>
      <w:r w:rsidRPr="000D3DE8">
        <w:rPr>
          <w:rStyle w:val="c0c2"/>
          <w:bCs/>
          <w:color w:val="000000"/>
          <w:sz w:val="28"/>
          <w:szCs w:val="28"/>
        </w:rPr>
        <w:t>СОБЕРИ ЛОЖКОЙ КАРТОШКУ!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В игре участвуют по два человека. На пол рассыпают 6—8 картофелин. У каждого ребенка корзинка и деревянная ложка. По сигналу надо собирать картошку ложкой, по одной штуке, и класть ее в корзинку. Побеждает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0c2"/>
          <w:b/>
          <w:bCs/>
          <w:color w:val="000000"/>
          <w:sz w:val="28"/>
          <w:szCs w:val="28"/>
        </w:rPr>
        <w:t>ребенок, собравший больше картошки за определенное время. 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1</w:t>
      </w:r>
      <w:r w:rsidRPr="00FD0756">
        <w:rPr>
          <w:b/>
          <w:sz w:val="28"/>
          <w:szCs w:val="28"/>
        </w:rPr>
        <w:t>:</w:t>
      </w:r>
      <w:r w:rsidRPr="00FD0756">
        <w:rPr>
          <w:sz w:val="28"/>
          <w:szCs w:val="28"/>
        </w:rPr>
        <w:t xml:space="preserve"> Следующий конкурс. Какая из команд забросит больше шишек в ведро. Участник становиться у черты. Пока звучит музыка, можно по очереди бросать.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2</w:t>
      </w:r>
      <w:r w:rsidRPr="00FD0756">
        <w:rPr>
          <w:b/>
          <w:sz w:val="28"/>
          <w:szCs w:val="28"/>
        </w:rPr>
        <w:t>:</w:t>
      </w:r>
      <w:r w:rsidRPr="00FD0756">
        <w:rPr>
          <w:sz w:val="28"/>
          <w:szCs w:val="28"/>
        </w:rPr>
        <w:t xml:space="preserve"> Вы хорошо сегодня поиграли. Пока жюри будет подводить итоги я предлагаю поиграть в игру «Съедобные</w:t>
      </w:r>
      <w:r>
        <w:rPr>
          <w:sz w:val="28"/>
          <w:szCs w:val="28"/>
        </w:rPr>
        <w:t xml:space="preserve"> </w:t>
      </w:r>
      <w:r w:rsidRPr="00FD075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D0756">
        <w:rPr>
          <w:sz w:val="28"/>
          <w:szCs w:val="28"/>
        </w:rPr>
        <w:t>несъедобные». Я буду называть грибы, а вы, если они несъедобные – 3 раза притопните, а если съедобные – 3 раза прихлопните. Будьте внимательны! (Масленок! Сестричка! Рыжик! Теленок! Боровик! Чижик! Поганка! Дождевик! Пыжик! Поганка! Лесовик! Опенок! Лисичка! Слоненок! Подберезовик! Поддубовик! Груздь! Свинушка! Горькушка!)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1</w:t>
      </w:r>
      <w:r w:rsidRPr="00FD0756">
        <w:rPr>
          <w:b/>
          <w:sz w:val="28"/>
          <w:szCs w:val="28"/>
        </w:rPr>
        <w:t>:</w:t>
      </w:r>
      <w:r w:rsidRPr="00FD0756">
        <w:rPr>
          <w:sz w:val="28"/>
          <w:szCs w:val="28"/>
        </w:rPr>
        <w:t xml:space="preserve"> Молодцы! Предоставляем слово жюри. (Жюри объявляет итоги, награждает победителей).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</w:p>
    <w:p w:rsidR="008351E2" w:rsidRPr="00FD0756" w:rsidRDefault="008351E2" w:rsidP="00FD07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FD0756">
        <w:rPr>
          <w:sz w:val="28"/>
          <w:szCs w:val="28"/>
        </w:rPr>
        <w:t xml:space="preserve"> Ветки голые стучат, галки черные кричат.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В тучах редко просинь – наступила осень.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Льдинка хрустнет звонко. Крикнет птица тонко,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Будто есть попросит, - наступила осень.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Гнезда черные пусты, меньше сделались кусты,</w:t>
      </w:r>
    </w:p>
    <w:p w:rsidR="008351E2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Ветер листья носит: Осень, Осень, Осень…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Спасибо тебе, Осень, что ты пришла к нам в гости.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b/>
          <w:sz w:val="28"/>
          <w:szCs w:val="28"/>
        </w:rPr>
        <w:t>Осень:</w:t>
      </w:r>
      <w:r w:rsidRPr="00FD0756">
        <w:rPr>
          <w:sz w:val="28"/>
          <w:szCs w:val="28"/>
        </w:rPr>
        <w:t xml:space="preserve"> И вам спасибо за приглашение</w:t>
      </w:r>
      <w:r>
        <w:rPr>
          <w:sz w:val="28"/>
          <w:szCs w:val="28"/>
        </w:rPr>
        <w:t>! Вы мне стихи читали,</w:t>
      </w:r>
      <w:r w:rsidRPr="00FD0756">
        <w:rPr>
          <w:sz w:val="28"/>
          <w:szCs w:val="28"/>
        </w:rPr>
        <w:t xml:space="preserve"> пели, сами весело поиграли и загадки отгадали!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2</w:t>
      </w:r>
      <w:r w:rsidRPr="00FD0756">
        <w:rPr>
          <w:b/>
          <w:sz w:val="28"/>
          <w:szCs w:val="28"/>
        </w:rPr>
        <w:t>:</w:t>
      </w:r>
      <w:r w:rsidRPr="00FD0756">
        <w:rPr>
          <w:sz w:val="28"/>
          <w:szCs w:val="28"/>
        </w:rPr>
        <w:t xml:space="preserve"> Уходит тихо Лето, одетое в листву,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И остается где-то во сне иль наяву?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И ручеек стеклянный, и теплая земля,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И над лесной поляной жужжание шмеля.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1</w:t>
      </w:r>
      <w:r w:rsidRPr="00FD0756">
        <w:rPr>
          <w:b/>
          <w:sz w:val="28"/>
          <w:szCs w:val="28"/>
        </w:rPr>
        <w:t>:</w:t>
      </w:r>
      <w:r w:rsidRPr="00FD0756">
        <w:rPr>
          <w:sz w:val="28"/>
          <w:szCs w:val="28"/>
        </w:rPr>
        <w:t xml:space="preserve"> Приходит тихо Осень, одетая в туман,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Она дожди приносит из зарубежных стран.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И листьев желтый ворох, и аромат лесной.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              Осенний бал веселый несет она с собой!</w:t>
      </w:r>
    </w:p>
    <w:p w:rsidR="008351E2" w:rsidRPr="00FD0756" w:rsidRDefault="008351E2" w:rsidP="00FD0756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 xml:space="preserve"> Осень сегодня полностью вступила в свои права. Мы благодарим эту осень, что она собрала нас всех на осенний бал. Впереди зима, весна, лето… А потом снова осень. Сколько их еще будет в нашей жизни! Мы надеемся, что еще не раз зажгутся для всех нас в нашей школе золотые огни осеннего бала. До новых встреч!</w:t>
      </w:r>
    </w:p>
    <w:p w:rsidR="008351E2" w:rsidRDefault="008351E2" w:rsidP="00731A08">
      <w:pPr>
        <w:rPr>
          <w:sz w:val="28"/>
          <w:szCs w:val="28"/>
        </w:rPr>
      </w:pPr>
      <w:r w:rsidRPr="00FD0756">
        <w:rPr>
          <w:b/>
          <w:sz w:val="28"/>
          <w:szCs w:val="28"/>
        </w:rPr>
        <w:t>Осень:</w:t>
      </w:r>
      <w:r w:rsidRPr="00FD0756">
        <w:rPr>
          <w:sz w:val="28"/>
          <w:szCs w:val="28"/>
        </w:rPr>
        <w:t xml:space="preserve"> </w:t>
      </w:r>
      <w:r>
        <w:t xml:space="preserve"> </w:t>
      </w:r>
      <w:r w:rsidRPr="00566E5F">
        <w:rPr>
          <w:sz w:val="28"/>
          <w:szCs w:val="28"/>
        </w:rPr>
        <w:t>Пришло время передавать свои права зиме. А вам ребята я говорю до свидания, встретимся в следующем году.</w:t>
      </w:r>
    </w:p>
    <w:p w:rsidR="008351E2" w:rsidRPr="00FD0756" w:rsidRDefault="008351E2" w:rsidP="00820E87">
      <w:pPr>
        <w:jc w:val="both"/>
        <w:rPr>
          <w:sz w:val="28"/>
          <w:szCs w:val="28"/>
        </w:rPr>
      </w:pPr>
      <w:r w:rsidRPr="00FD0756">
        <w:rPr>
          <w:sz w:val="28"/>
          <w:szCs w:val="28"/>
        </w:rPr>
        <w:t>(Все вместе поют песню «Осень в лесу», музыка В.Журбинский, слова С владимировой).</w:t>
      </w:r>
    </w:p>
    <w:p w:rsidR="008351E2" w:rsidRDefault="008351E2" w:rsidP="00731A08"/>
    <w:p w:rsidR="008351E2" w:rsidRDefault="008351E2" w:rsidP="007214BB">
      <w:pPr>
        <w:pStyle w:val="NoSpacing"/>
        <w:rPr>
          <w:rFonts w:ascii="Times New Roman" w:hAnsi="Times New Roman"/>
          <w:sz w:val="32"/>
          <w:szCs w:val="32"/>
        </w:rPr>
      </w:pPr>
    </w:p>
    <w:p w:rsidR="008351E2" w:rsidRPr="007C69C4" w:rsidRDefault="008351E2" w:rsidP="007C69C4">
      <w:pPr>
        <w:pStyle w:val="NoSpacing"/>
        <w:rPr>
          <w:rFonts w:ascii="Times New Roman" w:hAnsi="Times New Roman"/>
          <w:b/>
        </w:rPr>
      </w:pPr>
      <w:r w:rsidRPr="007C69C4">
        <w:rPr>
          <w:rStyle w:val="c15"/>
          <w:rFonts w:ascii="Times New Roman" w:hAnsi="Times New Roman"/>
          <w:b/>
          <w:sz w:val="28"/>
          <w:szCs w:val="28"/>
        </w:rPr>
        <w:t>Список использованной литературы</w:t>
      </w:r>
    </w:p>
    <w:p w:rsidR="008351E2" w:rsidRPr="007C69C4" w:rsidRDefault="008351E2" w:rsidP="007C69C4">
      <w:pPr>
        <w:pStyle w:val="NoSpacing"/>
        <w:rPr>
          <w:rFonts w:ascii="Times New Roman" w:hAnsi="Times New Roman"/>
        </w:rPr>
      </w:pPr>
      <w:r w:rsidRPr="007C69C4">
        <w:rPr>
          <w:rStyle w:val="c0"/>
          <w:rFonts w:ascii="Times New Roman" w:hAnsi="Times New Roman"/>
          <w:sz w:val="28"/>
          <w:szCs w:val="28"/>
        </w:rPr>
        <w:t>1. Свечников В. Атлас. Времена года. – М.: Махаон, 2006</w:t>
      </w:r>
    </w:p>
    <w:p w:rsidR="008351E2" w:rsidRPr="007C69C4" w:rsidRDefault="008351E2" w:rsidP="007C69C4">
      <w:pPr>
        <w:pStyle w:val="NoSpacing"/>
        <w:rPr>
          <w:rFonts w:ascii="Times New Roman" w:hAnsi="Times New Roman"/>
        </w:rPr>
      </w:pPr>
      <w:r w:rsidRPr="007C69C4">
        <w:rPr>
          <w:rStyle w:val="c0"/>
          <w:rFonts w:ascii="Times New Roman" w:hAnsi="Times New Roman"/>
          <w:sz w:val="28"/>
          <w:szCs w:val="28"/>
        </w:rPr>
        <w:t>2. Стихи об осени. Сборник. – М.: Эксмо, 2007</w:t>
      </w:r>
    </w:p>
    <w:p w:rsidR="008351E2" w:rsidRPr="007C69C4" w:rsidRDefault="008351E2" w:rsidP="007C69C4">
      <w:pPr>
        <w:pStyle w:val="NoSpacing"/>
        <w:rPr>
          <w:rFonts w:ascii="Times New Roman" w:hAnsi="Times New Roman"/>
        </w:rPr>
      </w:pPr>
      <w:r w:rsidRPr="007C69C4">
        <w:rPr>
          <w:rStyle w:val="c0"/>
          <w:rFonts w:ascii="Times New Roman" w:hAnsi="Times New Roman"/>
          <w:sz w:val="28"/>
          <w:szCs w:val="28"/>
        </w:rPr>
        <w:t>3. Миронов В.А. Месяцеслов – народный календарь. М.: Издательский дом «Гранд».     1997.</w:t>
      </w:r>
    </w:p>
    <w:p w:rsidR="008351E2" w:rsidRPr="007C69C4" w:rsidRDefault="008351E2" w:rsidP="007C69C4">
      <w:pPr>
        <w:pStyle w:val="NoSpacing"/>
        <w:rPr>
          <w:rFonts w:ascii="Times New Roman" w:hAnsi="Times New Roman"/>
        </w:rPr>
      </w:pPr>
      <w:r w:rsidRPr="007C69C4">
        <w:rPr>
          <w:rStyle w:val="c0"/>
          <w:rFonts w:ascii="Times New Roman" w:hAnsi="Times New Roman"/>
          <w:sz w:val="28"/>
          <w:szCs w:val="28"/>
        </w:rPr>
        <w:t>4.Виталева Т.И.. Калейдоскоп праздников: учебно-методическое пособие.Москва: Экзамен, 2011.</w:t>
      </w:r>
    </w:p>
    <w:p w:rsidR="008351E2" w:rsidRPr="007C69C4" w:rsidRDefault="008351E2" w:rsidP="007C69C4">
      <w:pPr>
        <w:pStyle w:val="NoSpacing"/>
        <w:rPr>
          <w:rFonts w:ascii="Times New Roman" w:hAnsi="Times New Roman"/>
        </w:rPr>
      </w:pPr>
      <w:r w:rsidRPr="007C69C4">
        <w:rPr>
          <w:rStyle w:val="c0"/>
          <w:rFonts w:ascii="Times New Roman" w:hAnsi="Times New Roman"/>
          <w:sz w:val="28"/>
          <w:szCs w:val="28"/>
        </w:rPr>
        <w:t>5.Яровая Л.Н., Жиренко О.Е., Барыкина Л.П., Обухова Л.А. Внеклассные мероприятия: 2 класс. - Москва: ВАКО, 2007.</w:t>
      </w:r>
    </w:p>
    <w:p w:rsidR="008351E2" w:rsidRPr="007C69C4" w:rsidRDefault="008351E2" w:rsidP="007C69C4">
      <w:pPr>
        <w:pStyle w:val="NoSpacing"/>
        <w:rPr>
          <w:rFonts w:ascii="Times New Roman" w:hAnsi="Times New Roman"/>
        </w:rPr>
      </w:pPr>
      <w:r w:rsidRPr="007C69C4">
        <w:rPr>
          <w:rStyle w:val="c0"/>
          <w:rFonts w:ascii="Times New Roman" w:hAnsi="Times New Roman"/>
          <w:sz w:val="28"/>
          <w:szCs w:val="28"/>
        </w:rPr>
        <w:t>6.Подгорная С.Н., Перекатьева О.В. Современные праздники в начальной школе: 1 – 2 классы. - Москва: ИКЦ МарТ, 2007.</w:t>
      </w:r>
    </w:p>
    <w:p w:rsidR="008351E2" w:rsidRPr="007214BB" w:rsidRDefault="008351E2" w:rsidP="007214BB">
      <w:pPr>
        <w:pStyle w:val="NoSpacing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shape id="Рисунок 2" o:spid="_x0000_s1026" type="#_x0000_t75" alt="Конкурсы на осенний бал для начальной школы" style="position:absolute;margin-left:91.95pt;margin-top:26.95pt;width:109.5pt;height:173.25pt;z-index:251658240;visibility:visible;mso-wrap-distance-left:0;mso-wrap-distance-right:0;mso-position-vertical-relative:line" o:allowoverlap="f">
            <v:imagedata r:id="rId6" o:title=""/>
            <w10:wrap type="square"/>
          </v:shape>
        </w:pict>
      </w:r>
      <w:r>
        <w:rPr>
          <w:noProof/>
          <w:lang w:eastAsia="ru-RU"/>
        </w:rPr>
        <w:pict>
          <v:shape id="Рисунок 3" o:spid="_x0000_s1027" type="#_x0000_t75" alt="Конкурсы на осенний бал для начальной школы" style="position:absolute;margin-left:257.7pt;margin-top:40.45pt;width:130.5pt;height:150pt;z-index:251659264;visibility:visible;mso-wrap-distance-left:0;mso-wrap-distance-right:0;mso-position-vertical-relative:line" o:allowoverlap="f">
            <v:imagedata r:id="rId7" o:title=""/>
            <w10:wrap type="square"/>
          </v:shape>
        </w:pict>
      </w:r>
    </w:p>
    <w:sectPr w:rsidR="008351E2" w:rsidRPr="007214BB" w:rsidSect="00852599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39BE"/>
    <w:multiLevelType w:val="hybridMultilevel"/>
    <w:tmpl w:val="04D4B6EE"/>
    <w:lvl w:ilvl="0" w:tplc="9F88A47E">
      <w:start w:val="1"/>
      <w:numFmt w:val="decimal"/>
      <w:lvlText w:val="%1."/>
      <w:lvlJc w:val="left"/>
      <w:pPr>
        <w:ind w:left="16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  <w:rPr>
        <w:rFonts w:cs="Times New Roman"/>
      </w:rPr>
    </w:lvl>
  </w:abstractNum>
  <w:abstractNum w:abstractNumId="1">
    <w:nsid w:val="7E59691F"/>
    <w:multiLevelType w:val="hybridMultilevel"/>
    <w:tmpl w:val="1228E7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14BB"/>
    <w:rsid w:val="000D3DE8"/>
    <w:rsid w:val="002A47FA"/>
    <w:rsid w:val="003E44F4"/>
    <w:rsid w:val="003E7781"/>
    <w:rsid w:val="00530E02"/>
    <w:rsid w:val="00541903"/>
    <w:rsid w:val="00566E5F"/>
    <w:rsid w:val="00632620"/>
    <w:rsid w:val="006E158C"/>
    <w:rsid w:val="006F4438"/>
    <w:rsid w:val="006F6C58"/>
    <w:rsid w:val="007214BB"/>
    <w:rsid w:val="00731A08"/>
    <w:rsid w:val="007753DA"/>
    <w:rsid w:val="007C69C4"/>
    <w:rsid w:val="00820E87"/>
    <w:rsid w:val="00821E31"/>
    <w:rsid w:val="008351E2"/>
    <w:rsid w:val="00852599"/>
    <w:rsid w:val="0088358C"/>
    <w:rsid w:val="009A3ABC"/>
    <w:rsid w:val="009A652F"/>
    <w:rsid w:val="00B75F25"/>
    <w:rsid w:val="00C33030"/>
    <w:rsid w:val="00CF1AC3"/>
    <w:rsid w:val="00D26923"/>
    <w:rsid w:val="00DF640F"/>
    <w:rsid w:val="00FB2257"/>
    <w:rsid w:val="00FD0756"/>
    <w:rsid w:val="00FE5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75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214BB"/>
    <w:rPr>
      <w:lang w:eastAsia="en-US"/>
    </w:rPr>
  </w:style>
  <w:style w:type="paragraph" w:customStyle="1" w:styleId="1">
    <w:name w:val="Абзац списка1"/>
    <w:basedOn w:val="Normal"/>
    <w:uiPriority w:val="99"/>
    <w:rsid w:val="00FD075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1">
    <w:name w:val="c1"/>
    <w:basedOn w:val="Normal"/>
    <w:uiPriority w:val="99"/>
    <w:rsid w:val="0088358C"/>
    <w:pPr>
      <w:spacing w:before="100" w:beforeAutospacing="1" w:after="100" w:afterAutospacing="1"/>
    </w:pPr>
  </w:style>
  <w:style w:type="character" w:customStyle="1" w:styleId="c0">
    <w:name w:val="c0"/>
    <w:basedOn w:val="DefaultParagraphFont"/>
    <w:uiPriority w:val="99"/>
    <w:rsid w:val="0088358C"/>
    <w:rPr>
      <w:rFonts w:cs="Times New Roman"/>
    </w:rPr>
  </w:style>
  <w:style w:type="character" w:customStyle="1" w:styleId="c0c2">
    <w:name w:val="c0 c2"/>
    <w:basedOn w:val="DefaultParagraphFont"/>
    <w:uiPriority w:val="99"/>
    <w:rsid w:val="0088358C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88358C"/>
    <w:rPr>
      <w:rFonts w:cs="Times New Roman"/>
    </w:rPr>
  </w:style>
  <w:style w:type="paragraph" w:customStyle="1" w:styleId="c3">
    <w:name w:val="c3"/>
    <w:basedOn w:val="Normal"/>
    <w:uiPriority w:val="99"/>
    <w:rsid w:val="007C69C4"/>
    <w:pPr>
      <w:spacing w:before="100" w:beforeAutospacing="1" w:after="100" w:afterAutospacing="1"/>
    </w:pPr>
  </w:style>
  <w:style w:type="character" w:customStyle="1" w:styleId="c15">
    <w:name w:val="c15"/>
    <w:basedOn w:val="DefaultParagraphFont"/>
    <w:uiPriority w:val="99"/>
    <w:rsid w:val="007C69C4"/>
    <w:rPr>
      <w:rFonts w:cs="Times New Roman"/>
    </w:rPr>
  </w:style>
  <w:style w:type="paragraph" w:customStyle="1" w:styleId="c4">
    <w:name w:val="c4"/>
    <w:basedOn w:val="Normal"/>
    <w:uiPriority w:val="99"/>
    <w:rsid w:val="007C69C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129</TotalTime>
  <Pages>7</Pages>
  <Words>1522</Words>
  <Characters>8680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Comp</cp:lastModifiedBy>
  <cp:revision>4</cp:revision>
  <cp:lastPrinted>2016-10-13T09:07:00Z</cp:lastPrinted>
  <dcterms:created xsi:type="dcterms:W3CDTF">2016-09-23T21:47:00Z</dcterms:created>
  <dcterms:modified xsi:type="dcterms:W3CDTF">2016-10-13T09:08:00Z</dcterms:modified>
</cp:coreProperties>
</file>